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4A" w:rsidRDefault="0071144A" w:rsidP="00B955BE">
      <w:pPr>
        <w:tabs>
          <w:tab w:val="center" w:pos="8383"/>
        </w:tabs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49731D">
        <w:rPr>
          <w:rFonts w:ascii="Arial" w:hAnsi="Arial" w:cs="Arial"/>
          <w:b/>
          <w:bCs/>
          <w:color w:val="000000"/>
          <w:sz w:val="28"/>
          <w:szCs w:val="28"/>
        </w:rPr>
        <w:t>Příloha č. 1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k zadávací dokumentaci na veřejnou zakázku s názvem „Generel ONK-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ÚZP VI.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etapa-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PD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psychiatrie a kožní“</w:t>
      </w:r>
    </w:p>
    <w:p w:rsidR="0071144A" w:rsidRPr="0049731D" w:rsidRDefault="0071144A" w:rsidP="00B955BE">
      <w:pPr>
        <w:tabs>
          <w:tab w:val="center" w:pos="8383"/>
        </w:tabs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71144A" w:rsidRPr="00C523E5" w:rsidRDefault="0071144A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Arial" w:hAnsi="Arial" w:cs="Arial"/>
          <w:b/>
          <w:bCs/>
        </w:rPr>
      </w:pPr>
    </w:p>
    <w:p w:rsidR="0071144A" w:rsidRPr="00C523E5" w:rsidRDefault="0071144A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Arial" w:hAnsi="Arial" w:cs="Arial"/>
          <w:b/>
        </w:rPr>
      </w:pPr>
      <w:r w:rsidRPr="00C523E5">
        <w:rPr>
          <w:rFonts w:ascii="Arial" w:hAnsi="Arial" w:cs="Arial"/>
          <w:b/>
          <w:bCs/>
        </w:rPr>
        <w:t>Krycí list nabídky do výběrového řízení s názvem „Generel ONK, V</w:t>
      </w:r>
      <w:r>
        <w:rPr>
          <w:rFonts w:ascii="Arial" w:hAnsi="Arial" w:cs="Arial"/>
          <w:b/>
          <w:bCs/>
        </w:rPr>
        <w:t>I</w:t>
      </w:r>
      <w:r w:rsidRPr="00C523E5">
        <w:rPr>
          <w:rFonts w:ascii="Arial" w:hAnsi="Arial" w:cs="Arial"/>
          <w:b/>
          <w:bCs/>
        </w:rPr>
        <w:t>.etapa</w:t>
      </w:r>
      <w:r>
        <w:rPr>
          <w:rFonts w:ascii="Arial" w:hAnsi="Arial" w:cs="Arial"/>
          <w:b/>
          <w:bCs/>
        </w:rPr>
        <w:t xml:space="preserve"> – PD psychiatrie a kožní</w:t>
      </w:r>
      <w:r w:rsidRPr="00C523E5">
        <w:rPr>
          <w:rFonts w:ascii="Arial" w:hAnsi="Arial" w:cs="Arial"/>
          <w:b/>
          <w:bCs/>
        </w:rPr>
        <w:t>“</w:t>
      </w:r>
    </w:p>
    <w:p w:rsidR="0071144A" w:rsidRPr="00C523E5" w:rsidRDefault="0071144A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rPr>
          <w:rFonts w:ascii="Verdana" w:hAnsi="Verdana" w:cs="Arial"/>
          <w:b/>
          <w:bCs/>
        </w:rPr>
      </w:pPr>
    </w:p>
    <w:p w:rsidR="0071144A" w:rsidRDefault="0071144A" w:rsidP="004413CC">
      <w:pPr>
        <w:rPr>
          <w:rFonts w:ascii="Arial" w:hAnsi="Arial" w:cs="Arial"/>
          <w:color w:val="000000"/>
          <w:sz w:val="20"/>
          <w:szCs w:val="20"/>
        </w:rPr>
      </w:pPr>
    </w:p>
    <w:p w:rsidR="0071144A" w:rsidRDefault="0071144A" w:rsidP="004413C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5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929"/>
        <w:gridCol w:w="1286"/>
        <w:gridCol w:w="1393"/>
        <w:gridCol w:w="1596"/>
        <w:gridCol w:w="3441"/>
      </w:tblGrid>
      <w:tr w:rsidR="0071144A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o uchazeči</w:t>
            </w:r>
          </w:p>
        </w:tc>
      </w:tr>
      <w:tr w:rsidR="0071144A" w:rsidTr="00B955BE">
        <w:trPr>
          <w:trHeight w:val="600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Název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 w:rsidTr="00B955BE">
        <w:trPr>
          <w:trHeight w:val="597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 w:rsidTr="00B955BE">
        <w:trPr>
          <w:trHeight w:val="596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Jednající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ED4B21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2E1416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autoSpaceDE w:val="0"/>
              <w:rPr>
                <w:rFonts w:ascii="Arial" w:hAnsi="Arial" w:cs="Arial"/>
              </w:rPr>
            </w:pPr>
          </w:p>
        </w:tc>
      </w:tr>
      <w:tr w:rsidR="0071144A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autoSpaceDE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www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autoSpaceDE w:val="0"/>
              <w:rPr>
                <w:rFonts w:ascii="Arial" w:hAnsi="Arial" w:cs="Arial"/>
                <w:color w:val="000000"/>
              </w:rPr>
            </w:pPr>
          </w:p>
        </w:tc>
      </w:tr>
      <w:tr w:rsidR="0071144A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</w:tcPr>
          <w:p w:rsidR="0071144A" w:rsidRDefault="0071144A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CZK</w:t>
            </w:r>
          </w:p>
        </w:tc>
      </w:tr>
      <w:tr w:rsidR="0071144A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v Kč bez DPH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DPH 21%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v Kč s DPH</w:t>
            </w:r>
          </w:p>
        </w:tc>
      </w:tr>
      <w:tr w:rsidR="0071144A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Pr="00CC062B" w:rsidRDefault="0071144A">
            <w:pPr>
              <w:pStyle w:val="Obsahtabulky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>
            <w:pPr>
              <w:pStyle w:val="Obsahtabulky"/>
              <w:rPr>
                <w:rFonts w:ascii="Arial" w:hAnsi="Arial" w:cs="Arial"/>
              </w:rPr>
            </w:pPr>
          </w:p>
        </w:tc>
      </w:tr>
      <w:tr w:rsidR="0071144A" w:rsidTr="001F349B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</w:tcPr>
          <w:p w:rsidR="0071144A" w:rsidRDefault="0071144A" w:rsidP="001F349B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realizace ve dnech</w:t>
            </w:r>
          </w:p>
        </w:tc>
      </w:tr>
      <w:tr w:rsidR="0071144A" w:rsidTr="001F349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1F349B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1F349B">
            <w:pPr>
              <w:pStyle w:val="Obsahtabulky"/>
              <w:jc w:val="center"/>
              <w:rPr>
                <w:rFonts w:ascii="Arial" w:hAnsi="Arial" w:cs="Aria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1F349B">
            <w:pPr>
              <w:pStyle w:val="Obsahtabulky"/>
              <w:jc w:val="center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4A" w:rsidRDefault="0071144A" w:rsidP="001F349B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 pracovních dnů</w:t>
            </w:r>
          </w:p>
        </w:tc>
      </w:tr>
      <w:tr w:rsidR="0071144A" w:rsidTr="001F349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1F349B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dnů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Pr="00CC062B" w:rsidRDefault="0071144A" w:rsidP="001F349B">
            <w:pPr>
              <w:pStyle w:val="Obsahtabulky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1F349B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4A" w:rsidRDefault="0071144A" w:rsidP="001F349B">
            <w:pPr>
              <w:pStyle w:val="Obsahtabulky"/>
              <w:rPr>
                <w:rFonts w:ascii="Arial" w:hAnsi="Arial" w:cs="Arial"/>
              </w:rPr>
            </w:pPr>
          </w:p>
        </w:tc>
      </w:tr>
    </w:tbl>
    <w:p w:rsidR="0071144A" w:rsidRDefault="0071144A" w:rsidP="00222BF9">
      <w:pPr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4413CC">
      <w:pPr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4413CC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4413CC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  <w:r w:rsidRPr="00C523E5">
        <w:rPr>
          <w:rFonts w:ascii="Arial" w:hAnsi="Arial" w:cs="Arial"/>
          <w:color w:val="000000"/>
          <w:sz w:val="22"/>
          <w:szCs w:val="22"/>
        </w:rPr>
        <w:t>V……………..dne ….....................</w:t>
      </w: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71144A" w:rsidRPr="00C523E5" w:rsidRDefault="0071144A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  <w:r w:rsidRPr="00C523E5">
        <w:rPr>
          <w:rFonts w:ascii="Arial" w:hAnsi="Arial" w:cs="Arial"/>
          <w:color w:val="000000"/>
          <w:sz w:val="22"/>
          <w:szCs w:val="22"/>
        </w:rPr>
        <w:tab/>
        <w:t xml:space="preserve">   razítko uchazeče                                   …............................................</w:t>
      </w:r>
    </w:p>
    <w:p w:rsidR="0071144A" w:rsidRPr="00C523E5" w:rsidRDefault="0071144A" w:rsidP="004413CC">
      <w:pPr>
        <w:jc w:val="both"/>
        <w:rPr>
          <w:rFonts w:ascii="Arial" w:hAnsi="Arial" w:cs="Arial"/>
          <w:sz w:val="22"/>
          <w:szCs w:val="22"/>
        </w:rPr>
      </w:pPr>
    </w:p>
    <w:p w:rsidR="0071144A" w:rsidRPr="00C523E5" w:rsidRDefault="0071144A" w:rsidP="00C523E5">
      <w:pPr>
        <w:pStyle w:val="Obsahtabulky"/>
        <w:rPr>
          <w:rFonts w:ascii="Arial" w:hAnsi="Arial" w:cs="Arial"/>
        </w:rPr>
      </w:pPr>
      <w:r w:rsidRPr="00C523E5">
        <w:rPr>
          <w:rFonts w:ascii="Arial" w:hAnsi="Arial" w:cs="Arial"/>
        </w:rPr>
        <w:t xml:space="preserve">                                                                                     podpis uchazeče</w:t>
      </w:r>
    </w:p>
    <w:sectPr w:rsidR="0071144A" w:rsidRPr="00C523E5" w:rsidSect="00F8350C">
      <w:headerReference w:type="default" r:id="rId6"/>
      <w:pgSz w:w="11906" w:h="16838"/>
      <w:pgMar w:top="184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44A" w:rsidRDefault="0071144A" w:rsidP="00E81328">
      <w:r>
        <w:separator/>
      </w:r>
    </w:p>
  </w:endnote>
  <w:endnote w:type="continuationSeparator" w:id="1">
    <w:p w:rsidR="0071144A" w:rsidRDefault="0071144A" w:rsidP="00E8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44A" w:rsidRDefault="0071144A" w:rsidP="00E81328">
      <w:r>
        <w:separator/>
      </w:r>
    </w:p>
  </w:footnote>
  <w:footnote w:type="continuationSeparator" w:id="1">
    <w:p w:rsidR="0071144A" w:rsidRDefault="0071144A" w:rsidP="00E81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44A" w:rsidRPr="00F8350C" w:rsidRDefault="0071144A" w:rsidP="00F8350C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  <w:p w:rsidR="0071144A" w:rsidRDefault="0071144A">
    <w:pPr>
      <w:pStyle w:val="Header"/>
    </w:pPr>
  </w:p>
  <w:p w:rsidR="0071144A" w:rsidRDefault="007114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3CC"/>
    <w:rsid w:val="0003266B"/>
    <w:rsid w:val="00040125"/>
    <w:rsid w:val="00044C0C"/>
    <w:rsid w:val="00066518"/>
    <w:rsid w:val="000C09D6"/>
    <w:rsid w:val="000C0A4B"/>
    <w:rsid w:val="000F05F8"/>
    <w:rsid w:val="001042DB"/>
    <w:rsid w:val="00105E6F"/>
    <w:rsid w:val="00163F1A"/>
    <w:rsid w:val="00175B07"/>
    <w:rsid w:val="00176F62"/>
    <w:rsid w:val="00177308"/>
    <w:rsid w:val="001777C0"/>
    <w:rsid w:val="001C7772"/>
    <w:rsid w:val="001D33DC"/>
    <w:rsid w:val="001D7226"/>
    <w:rsid w:val="001F349B"/>
    <w:rsid w:val="00215F4D"/>
    <w:rsid w:val="00221AD8"/>
    <w:rsid w:val="00222BF9"/>
    <w:rsid w:val="0023511E"/>
    <w:rsid w:val="00242964"/>
    <w:rsid w:val="00252B3F"/>
    <w:rsid w:val="002610E1"/>
    <w:rsid w:val="002C692F"/>
    <w:rsid w:val="002D60C7"/>
    <w:rsid w:val="002E1416"/>
    <w:rsid w:val="0033514B"/>
    <w:rsid w:val="00337906"/>
    <w:rsid w:val="00395FA7"/>
    <w:rsid w:val="003B16C3"/>
    <w:rsid w:val="0041361E"/>
    <w:rsid w:val="00415339"/>
    <w:rsid w:val="0041754C"/>
    <w:rsid w:val="00422747"/>
    <w:rsid w:val="00425F36"/>
    <w:rsid w:val="004413CC"/>
    <w:rsid w:val="00444D8B"/>
    <w:rsid w:val="0049731D"/>
    <w:rsid w:val="004B05B8"/>
    <w:rsid w:val="004C59DF"/>
    <w:rsid w:val="004C7030"/>
    <w:rsid w:val="005277BA"/>
    <w:rsid w:val="00536726"/>
    <w:rsid w:val="0054491F"/>
    <w:rsid w:val="0055681B"/>
    <w:rsid w:val="00562F6D"/>
    <w:rsid w:val="00574442"/>
    <w:rsid w:val="0058125E"/>
    <w:rsid w:val="00593B58"/>
    <w:rsid w:val="00611D67"/>
    <w:rsid w:val="006124F1"/>
    <w:rsid w:val="006146A0"/>
    <w:rsid w:val="00623485"/>
    <w:rsid w:val="006542A8"/>
    <w:rsid w:val="006721B7"/>
    <w:rsid w:val="006871AD"/>
    <w:rsid w:val="00690D87"/>
    <w:rsid w:val="006D579B"/>
    <w:rsid w:val="006E71F4"/>
    <w:rsid w:val="0070734C"/>
    <w:rsid w:val="0071144A"/>
    <w:rsid w:val="00714C1D"/>
    <w:rsid w:val="00732E6A"/>
    <w:rsid w:val="00734E07"/>
    <w:rsid w:val="00744771"/>
    <w:rsid w:val="007571A8"/>
    <w:rsid w:val="007705C8"/>
    <w:rsid w:val="0077597B"/>
    <w:rsid w:val="00782E01"/>
    <w:rsid w:val="00792737"/>
    <w:rsid w:val="007E0739"/>
    <w:rsid w:val="007F79BF"/>
    <w:rsid w:val="00804984"/>
    <w:rsid w:val="00830B78"/>
    <w:rsid w:val="008324B3"/>
    <w:rsid w:val="00850C88"/>
    <w:rsid w:val="008553D2"/>
    <w:rsid w:val="0085583D"/>
    <w:rsid w:val="008564B0"/>
    <w:rsid w:val="00856FC9"/>
    <w:rsid w:val="0089417C"/>
    <w:rsid w:val="00894A59"/>
    <w:rsid w:val="008955BE"/>
    <w:rsid w:val="008A608D"/>
    <w:rsid w:val="008B21EC"/>
    <w:rsid w:val="008C1C99"/>
    <w:rsid w:val="008C4074"/>
    <w:rsid w:val="00914C89"/>
    <w:rsid w:val="009201AA"/>
    <w:rsid w:val="00943DF9"/>
    <w:rsid w:val="0094458F"/>
    <w:rsid w:val="00944C54"/>
    <w:rsid w:val="009813C2"/>
    <w:rsid w:val="009F2600"/>
    <w:rsid w:val="009F44C9"/>
    <w:rsid w:val="009F4A97"/>
    <w:rsid w:val="00A067A0"/>
    <w:rsid w:val="00A64DE1"/>
    <w:rsid w:val="00A65D25"/>
    <w:rsid w:val="00A77C05"/>
    <w:rsid w:val="00A91D54"/>
    <w:rsid w:val="00A92AEF"/>
    <w:rsid w:val="00AB3CA9"/>
    <w:rsid w:val="00AD421E"/>
    <w:rsid w:val="00AE5AA0"/>
    <w:rsid w:val="00AE759A"/>
    <w:rsid w:val="00B11A0F"/>
    <w:rsid w:val="00B17690"/>
    <w:rsid w:val="00B551D9"/>
    <w:rsid w:val="00B65608"/>
    <w:rsid w:val="00B727AE"/>
    <w:rsid w:val="00B80234"/>
    <w:rsid w:val="00B955BE"/>
    <w:rsid w:val="00BA450D"/>
    <w:rsid w:val="00BC4AAB"/>
    <w:rsid w:val="00BE4612"/>
    <w:rsid w:val="00C072D4"/>
    <w:rsid w:val="00C21A53"/>
    <w:rsid w:val="00C22E1F"/>
    <w:rsid w:val="00C24386"/>
    <w:rsid w:val="00C31A9B"/>
    <w:rsid w:val="00C471B1"/>
    <w:rsid w:val="00C523E5"/>
    <w:rsid w:val="00C64BD0"/>
    <w:rsid w:val="00C816A6"/>
    <w:rsid w:val="00C90207"/>
    <w:rsid w:val="00CC062B"/>
    <w:rsid w:val="00CE22E3"/>
    <w:rsid w:val="00D26949"/>
    <w:rsid w:val="00D646DE"/>
    <w:rsid w:val="00DB0B85"/>
    <w:rsid w:val="00DB364B"/>
    <w:rsid w:val="00DD0988"/>
    <w:rsid w:val="00DD5BD7"/>
    <w:rsid w:val="00DD7166"/>
    <w:rsid w:val="00E81328"/>
    <w:rsid w:val="00EA05DE"/>
    <w:rsid w:val="00EA1ED3"/>
    <w:rsid w:val="00EC13EC"/>
    <w:rsid w:val="00EC7479"/>
    <w:rsid w:val="00ED4B21"/>
    <w:rsid w:val="00EF7ADA"/>
    <w:rsid w:val="00F00A5A"/>
    <w:rsid w:val="00F67542"/>
    <w:rsid w:val="00F746D0"/>
    <w:rsid w:val="00F8350C"/>
    <w:rsid w:val="00F85E95"/>
    <w:rsid w:val="00FC48C2"/>
    <w:rsid w:val="00FD7E24"/>
    <w:rsid w:val="00FE23D9"/>
    <w:rsid w:val="00FF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4413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13C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4413CC"/>
    <w:pPr>
      <w:ind w:left="720"/>
    </w:pPr>
  </w:style>
  <w:style w:type="paragraph" w:customStyle="1" w:styleId="Obsahtabulky">
    <w:name w:val="Obsah tabulky"/>
    <w:basedOn w:val="Normal"/>
    <w:uiPriority w:val="99"/>
    <w:rsid w:val="004413CC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4413CC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41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3CC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E813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E813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4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176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104</Words>
  <Characters>616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Melinka Kralovianska</dc:creator>
  <cp:keywords/>
  <dc:description/>
  <cp:lastModifiedBy>Kaucky</cp:lastModifiedBy>
  <cp:revision>8</cp:revision>
  <dcterms:created xsi:type="dcterms:W3CDTF">2016-07-07T12:59:00Z</dcterms:created>
  <dcterms:modified xsi:type="dcterms:W3CDTF">2016-09-14T12:27:00Z</dcterms:modified>
</cp:coreProperties>
</file>